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23" w:rsidRPr="00A451AB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514D96" w:rsidRDefault="00831223" w:rsidP="00831223">
      <w:pPr>
        <w:jc w:val="center"/>
        <w:rPr>
          <w:sz w:val="28"/>
          <w:szCs w:val="28"/>
        </w:rPr>
      </w:pPr>
      <w:r w:rsidRPr="00A451AB">
        <w:rPr>
          <w:sz w:val="28"/>
          <w:szCs w:val="28"/>
        </w:rPr>
        <w:t>проекта постановления</w:t>
      </w:r>
      <w:r>
        <w:rPr>
          <w:sz w:val="28"/>
          <w:szCs w:val="28"/>
        </w:rPr>
        <w:t xml:space="preserve"> </w:t>
      </w:r>
      <w:r w:rsidR="000D4693">
        <w:rPr>
          <w:sz w:val="28"/>
          <w:szCs w:val="28"/>
        </w:rPr>
        <w:t>Г</w:t>
      </w:r>
      <w:r w:rsidRPr="00A451AB">
        <w:rPr>
          <w:sz w:val="28"/>
          <w:szCs w:val="28"/>
        </w:rPr>
        <w:t>лавы</w:t>
      </w:r>
      <w:r w:rsidR="001F6793">
        <w:rPr>
          <w:sz w:val="28"/>
          <w:szCs w:val="28"/>
        </w:rPr>
        <w:t xml:space="preserve"> </w:t>
      </w:r>
      <w:r w:rsidRPr="00A451AB">
        <w:rPr>
          <w:sz w:val="28"/>
          <w:szCs w:val="28"/>
        </w:rPr>
        <w:t xml:space="preserve">Калачинского </w:t>
      </w:r>
    </w:p>
    <w:p w:rsidR="00831223" w:rsidRPr="00A451AB" w:rsidRDefault="00831223" w:rsidP="00831223">
      <w:pPr>
        <w:jc w:val="center"/>
        <w:rPr>
          <w:sz w:val="28"/>
          <w:szCs w:val="28"/>
        </w:rPr>
      </w:pPr>
      <w:r w:rsidRPr="00A451AB">
        <w:rPr>
          <w:sz w:val="28"/>
          <w:szCs w:val="28"/>
        </w:rPr>
        <w:t>муниципального района</w:t>
      </w:r>
      <w:r w:rsidR="00514D96">
        <w:rPr>
          <w:sz w:val="28"/>
          <w:szCs w:val="28"/>
        </w:rPr>
        <w:t xml:space="preserve"> Омской области</w:t>
      </w:r>
    </w:p>
    <w:p w:rsidR="00831223" w:rsidRDefault="00831223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3BF0" w:rsidRPr="002A3BF0" w:rsidRDefault="002A3BF0" w:rsidP="002A3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A3BF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муниципального района </w:t>
      </w:r>
    </w:p>
    <w:p w:rsidR="00E80184" w:rsidRDefault="002A3BF0" w:rsidP="002A3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3BF0">
        <w:rPr>
          <w:rFonts w:ascii="Times New Roman" w:hAnsi="Times New Roman" w:cs="Times New Roman"/>
          <w:sz w:val="28"/>
          <w:szCs w:val="28"/>
        </w:rPr>
        <w:t xml:space="preserve">«О проведении районных </w:t>
      </w:r>
      <w:proofErr w:type="gramStart"/>
      <w:r w:rsidRPr="002A3BF0">
        <w:rPr>
          <w:rFonts w:ascii="Times New Roman" w:hAnsi="Times New Roman" w:cs="Times New Roman"/>
          <w:sz w:val="28"/>
          <w:szCs w:val="28"/>
        </w:rPr>
        <w:t>конно-спортивных</w:t>
      </w:r>
      <w:proofErr w:type="gramEnd"/>
      <w:r w:rsidRPr="002A3BF0">
        <w:rPr>
          <w:rFonts w:ascii="Times New Roman" w:hAnsi="Times New Roman" w:cs="Times New Roman"/>
          <w:sz w:val="28"/>
          <w:szCs w:val="28"/>
        </w:rPr>
        <w:t xml:space="preserve"> соревнований на приз главы Калачинского муниципального района» от 04.07.2018 г. №110-п»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2A3BF0" w:rsidRDefault="002A3BF0" w:rsidP="002A3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  <w:gridCol w:w="2835"/>
        <w:gridCol w:w="2233"/>
      </w:tblGrid>
      <w:tr w:rsidR="00514D96" w:rsidTr="007461CF">
        <w:tc>
          <w:tcPr>
            <w:tcW w:w="4503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Должность, инициалы</w:t>
            </w:r>
          </w:p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и фамилия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огласовавшего проект</w:t>
            </w:r>
          </w:p>
        </w:tc>
        <w:tc>
          <w:tcPr>
            <w:tcW w:w="2835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Заключение по проекту</w:t>
            </w:r>
          </w:p>
        </w:tc>
        <w:tc>
          <w:tcPr>
            <w:tcW w:w="2233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Личная подпись, дата</w:t>
            </w:r>
          </w:p>
        </w:tc>
      </w:tr>
      <w:tr w:rsidR="00514D96" w:rsidTr="007461CF">
        <w:tc>
          <w:tcPr>
            <w:tcW w:w="4503" w:type="dxa"/>
          </w:tcPr>
          <w:p w:rsidR="00514D96" w:rsidRDefault="00514D96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подготовлен:</w:t>
            </w:r>
          </w:p>
          <w:p w:rsidR="00514D96" w:rsidRDefault="00207A27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сельского хозяйства и продовольствия</w:t>
            </w:r>
          </w:p>
          <w:p w:rsidR="00514D96" w:rsidRDefault="00207A27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14D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14D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Ахтямов</w:t>
            </w:r>
          </w:p>
          <w:p w:rsidR="00514D96" w:rsidRDefault="00514D96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D96" w:rsidTr="007461CF">
        <w:tc>
          <w:tcPr>
            <w:tcW w:w="4503" w:type="dxa"/>
          </w:tcPr>
          <w:p w:rsidR="00514D96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0184">
              <w:rPr>
                <w:rFonts w:ascii="Times New Roman" w:hAnsi="Times New Roman" w:cs="Times New Roman"/>
                <w:sz w:val="28"/>
                <w:szCs w:val="28"/>
              </w:rPr>
              <w:t>Заместитель главы Калачинского муниципального района</w:t>
            </w:r>
            <w:r w:rsidR="00207A27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r w:rsidR="00207A27" w:rsidRPr="00207A27">
              <w:rPr>
                <w:rFonts w:ascii="Times New Roman" w:hAnsi="Times New Roman" w:cs="Times New Roman"/>
                <w:sz w:val="28"/>
                <w:szCs w:val="28"/>
              </w:rPr>
              <w:t>Управления сельского хозяйства и продовольствия</w:t>
            </w:r>
          </w:p>
          <w:p w:rsidR="00514D96" w:rsidRDefault="00207A27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14D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14D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514D96" w:rsidRDefault="00514D96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D96" w:rsidTr="007461CF">
        <w:tc>
          <w:tcPr>
            <w:tcW w:w="4503" w:type="dxa"/>
          </w:tcPr>
          <w:p w:rsidR="00B10C6E" w:rsidRPr="00B10C6E" w:rsidRDefault="00B10C6E" w:rsidP="00B10C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0C6E">
              <w:rPr>
                <w:rFonts w:ascii="Times New Roman" w:hAnsi="Times New Roman" w:cs="Times New Roman"/>
                <w:sz w:val="28"/>
                <w:szCs w:val="28"/>
              </w:rPr>
              <w:t>Заместитель главы, председатель Комитета финансов и контроля администрации Калачинского муниципального района</w:t>
            </w:r>
          </w:p>
          <w:p w:rsidR="00514D96" w:rsidRDefault="00B10C6E" w:rsidP="00B10C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0C6E">
              <w:rPr>
                <w:rFonts w:ascii="Times New Roman" w:hAnsi="Times New Roman" w:cs="Times New Roman"/>
                <w:sz w:val="28"/>
                <w:szCs w:val="28"/>
              </w:rPr>
              <w:t xml:space="preserve">Г.А. Позябкина </w:t>
            </w:r>
          </w:p>
          <w:p w:rsidR="00B10C6E" w:rsidRDefault="00B10C6E" w:rsidP="00B10C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514D96" w:rsidRDefault="00514D96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A27" w:rsidTr="007461CF">
        <w:tc>
          <w:tcPr>
            <w:tcW w:w="4503" w:type="dxa"/>
          </w:tcPr>
          <w:p w:rsidR="00207A27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0184"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0184">
              <w:rPr>
                <w:rFonts w:ascii="Times New Roman" w:hAnsi="Times New Roman" w:cs="Times New Roman"/>
                <w:sz w:val="28"/>
                <w:szCs w:val="28"/>
              </w:rPr>
              <w:t>администрации Калачинского муниципального района</w:t>
            </w:r>
          </w:p>
          <w:p w:rsidR="00E80184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Кукушкина</w:t>
            </w:r>
          </w:p>
          <w:p w:rsidR="00E80184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07A27" w:rsidRDefault="00207A27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07A27" w:rsidRDefault="00207A27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A27" w:rsidTr="007461CF">
        <w:tc>
          <w:tcPr>
            <w:tcW w:w="4503" w:type="dxa"/>
          </w:tcPr>
          <w:p w:rsidR="00207A27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0184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0184">
              <w:rPr>
                <w:rFonts w:ascii="Times New Roman" w:hAnsi="Times New Roman" w:cs="Times New Roman"/>
                <w:sz w:val="28"/>
                <w:szCs w:val="28"/>
              </w:rPr>
              <w:t>Калачинского муниципального района</w:t>
            </w:r>
          </w:p>
          <w:p w:rsidR="00E80184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 Гришаева</w:t>
            </w:r>
          </w:p>
          <w:p w:rsidR="00E80184" w:rsidRDefault="00E80184" w:rsidP="00746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07A27" w:rsidRDefault="00207A27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07A27" w:rsidRDefault="00207A27" w:rsidP="007461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4D96" w:rsidRPr="00A451AB" w:rsidRDefault="00514D96" w:rsidP="00514D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4D96" w:rsidRDefault="00514D96" w:rsidP="008312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514D96" w:rsidSect="00E73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95611"/>
    <w:rsid w:val="0000213A"/>
    <w:rsid w:val="000040BA"/>
    <w:rsid w:val="00005645"/>
    <w:rsid w:val="00006007"/>
    <w:rsid w:val="00032235"/>
    <w:rsid w:val="0004470A"/>
    <w:rsid w:val="0009232B"/>
    <w:rsid w:val="00092BC1"/>
    <w:rsid w:val="000A422A"/>
    <w:rsid w:val="000C7A44"/>
    <w:rsid w:val="000D4693"/>
    <w:rsid w:val="000E0627"/>
    <w:rsid w:val="000E6A9F"/>
    <w:rsid w:val="00120B2B"/>
    <w:rsid w:val="00144DC6"/>
    <w:rsid w:val="00160951"/>
    <w:rsid w:val="00175B3A"/>
    <w:rsid w:val="001928BF"/>
    <w:rsid w:val="001A14C2"/>
    <w:rsid w:val="001C0ECB"/>
    <w:rsid w:val="001C482E"/>
    <w:rsid w:val="001C71C7"/>
    <w:rsid w:val="001D5725"/>
    <w:rsid w:val="001E4FE7"/>
    <w:rsid w:val="001F04F7"/>
    <w:rsid w:val="001F1258"/>
    <w:rsid w:val="001F6793"/>
    <w:rsid w:val="00207219"/>
    <w:rsid w:val="00207A27"/>
    <w:rsid w:val="00224498"/>
    <w:rsid w:val="00245D64"/>
    <w:rsid w:val="0026555E"/>
    <w:rsid w:val="00280E2A"/>
    <w:rsid w:val="00292D9F"/>
    <w:rsid w:val="00293485"/>
    <w:rsid w:val="002A3BF0"/>
    <w:rsid w:val="002A7AFE"/>
    <w:rsid w:val="002D4451"/>
    <w:rsid w:val="002E3CB0"/>
    <w:rsid w:val="002E4399"/>
    <w:rsid w:val="0030688B"/>
    <w:rsid w:val="00307CFE"/>
    <w:rsid w:val="00311670"/>
    <w:rsid w:val="00315532"/>
    <w:rsid w:val="00324123"/>
    <w:rsid w:val="003B4F00"/>
    <w:rsid w:val="003C640F"/>
    <w:rsid w:val="003E4F7A"/>
    <w:rsid w:val="0040336C"/>
    <w:rsid w:val="00414D2B"/>
    <w:rsid w:val="00454629"/>
    <w:rsid w:val="004812F3"/>
    <w:rsid w:val="0049171F"/>
    <w:rsid w:val="004A1C83"/>
    <w:rsid w:val="004B53EA"/>
    <w:rsid w:val="004D683D"/>
    <w:rsid w:val="00514D96"/>
    <w:rsid w:val="00530499"/>
    <w:rsid w:val="00544A6D"/>
    <w:rsid w:val="00567279"/>
    <w:rsid w:val="00572D9C"/>
    <w:rsid w:val="0059712F"/>
    <w:rsid w:val="005A4FE9"/>
    <w:rsid w:val="005E6757"/>
    <w:rsid w:val="006368BB"/>
    <w:rsid w:val="006548D7"/>
    <w:rsid w:val="006E6B6F"/>
    <w:rsid w:val="00735026"/>
    <w:rsid w:val="00754767"/>
    <w:rsid w:val="007658A2"/>
    <w:rsid w:val="00766EB2"/>
    <w:rsid w:val="00773642"/>
    <w:rsid w:val="00791E32"/>
    <w:rsid w:val="007B2690"/>
    <w:rsid w:val="007D3164"/>
    <w:rsid w:val="007E079F"/>
    <w:rsid w:val="008210A4"/>
    <w:rsid w:val="00824ECA"/>
    <w:rsid w:val="00831223"/>
    <w:rsid w:val="0086477B"/>
    <w:rsid w:val="00865223"/>
    <w:rsid w:val="0087286D"/>
    <w:rsid w:val="00873833"/>
    <w:rsid w:val="00883A12"/>
    <w:rsid w:val="00890D2D"/>
    <w:rsid w:val="0089653E"/>
    <w:rsid w:val="008A1B68"/>
    <w:rsid w:val="008B09EB"/>
    <w:rsid w:val="008C6BA5"/>
    <w:rsid w:val="008E4426"/>
    <w:rsid w:val="00940BFB"/>
    <w:rsid w:val="00942D4D"/>
    <w:rsid w:val="0097107C"/>
    <w:rsid w:val="00974F1D"/>
    <w:rsid w:val="00987A64"/>
    <w:rsid w:val="009A6828"/>
    <w:rsid w:val="009B3444"/>
    <w:rsid w:val="009B565A"/>
    <w:rsid w:val="009D3A53"/>
    <w:rsid w:val="009D6D78"/>
    <w:rsid w:val="009E3DE7"/>
    <w:rsid w:val="009E4E34"/>
    <w:rsid w:val="00A26AFC"/>
    <w:rsid w:val="00A35B2D"/>
    <w:rsid w:val="00A4432A"/>
    <w:rsid w:val="00A46FD7"/>
    <w:rsid w:val="00A72CD7"/>
    <w:rsid w:val="00A948F5"/>
    <w:rsid w:val="00AB028E"/>
    <w:rsid w:val="00AE17FB"/>
    <w:rsid w:val="00AE1EB5"/>
    <w:rsid w:val="00AF665C"/>
    <w:rsid w:val="00B10C6E"/>
    <w:rsid w:val="00B252CE"/>
    <w:rsid w:val="00B408B6"/>
    <w:rsid w:val="00B54105"/>
    <w:rsid w:val="00B5756D"/>
    <w:rsid w:val="00B643D2"/>
    <w:rsid w:val="00B95611"/>
    <w:rsid w:val="00BA51E9"/>
    <w:rsid w:val="00BB0D2B"/>
    <w:rsid w:val="00BD45E5"/>
    <w:rsid w:val="00BE1701"/>
    <w:rsid w:val="00BE6DD3"/>
    <w:rsid w:val="00BF05B2"/>
    <w:rsid w:val="00C00826"/>
    <w:rsid w:val="00C11423"/>
    <w:rsid w:val="00C11583"/>
    <w:rsid w:val="00C37944"/>
    <w:rsid w:val="00C43F66"/>
    <w:rsid w:val="00C63D68"/>
    <w:rsid w:val="00CD76D2"/>
    <w:rsid w:val="00D06425"/>
    <w:rsid w:val="00D14E4E"/>
    <w:rsid w:val="00D30CF3"/>
    <w:rsid w:val="00D47D74"/>
    <w:rsid w:val="00D57304"/>
    <w:rsid w:val="00D74488"/>
    <w:rsid w:val="00D82F09"/>
    <w:rsid w:val="00DA79CE"/>
    <w:rsid w:val="00DB72CB"/>
    <w:rsid w:val="00DC5613"/>
    <w:rsid w:val="00DC7771"/>
    <w:rsid w:val="00DD6205"/>
    <w:rsid w:val="00DE7343"/>
    <w:rsid w:val="00E47DE0"/>
    <w:rsid w:val="00E60001"/>
    <w:rsid w:val="00E73BB2"/>
    <w:rsid w:val="00E767B6"/>
    <w:rsid w:val="00E80184"/>
    <w:rsid w:val="00E935ED"/>
    <w:rsid w:val="00EE3C2A"/>
    <w:rsid w:val="00F27239"/>
    <w:rsid w:val="00F44A3D"/>
    <w:rsid w:val="00F64C79"/>
    <w:rsid w:val="00F7285E"/>
    <w:rsid w:val="00F83308"/>
    <w:rsid w:val="00F97C47"/>
    <w:rsid w:val="00FD3995"/>
    <w:rsid w:val="00FD488A"/>
    <w:rsid w:val="00FD5BDC"/>
    <w:rsid w:val="00FD7804"/>
    <w:rsid w:val="00FE014A"/>
    <w:rsid w:val="00F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05"/>
  </w:style>
  <w:style w:type="paragraph" w:styleId="1">
    <w:name w:val="heading 1"/>
    <w:basedOn w:val="a"/>
    <w:next w:val="a"/>
    <w:qFormat/>
    <w:rsid w:val="00B54105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105"/>
    <w:pPr>
      <w:jc w:val="center"/>
    </w:pPr>
    <w:rPr>
      <w:b/>
      <w:sz w:val="28"/>
    </w:rPr>
  </w:style>
  <w:style w:type="paragraph" w:styleId="a4">
    <w:name w:val="Balloon Text"/>
    <w:basedOn w:val="a"/>
    <w:link w:val="a5"/>
    <w:rsid w:val="003155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155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70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6">
    <w:name w:val="Table Grid"/>
    <w:basedOn w:val="a1"/>
    <w:uiPriority w:val="59"/>
    <w:rsid w:val="00F64C7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4;&#1086;&#1082;&#1091;&#1084;&#1077;&#1085;&#1090;&#1099;\&#1041;&#1083;&#1072;&#1085;&#1082;&#1080;,%20&#1073;&#1080;&#1088;&#1082;&#1080;\&#1059;&#1050;&#1040;&#1047;&#1040;&#1058;&#1045;&#1051;&#1068;%20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EC365-030B-455B-B31A-E075BACA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УКАЗАТЕЛЬ постановление</Template>
  <TotalTime>869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subject/>
  <dc:creator>user</dc:creator>
  <cp:keywords/>
  <dc:description/>
  <cp:lastModifiedBy>Ахтямов Р.Г.</cp:lastModifiedBy>
  <cp:revision>46</cp:revision>
  <cp:lastPrinted>2023-05-29T04:36:00Z</cp:lastPrinted>
  <dcterms:created xsi:type="dcterms:W3CDTF">2012-11-07T04:05:00Z</dcterms:created>
  <dcterms:modified xsi:type="dcterms:W3CDTF">2023-05-30T04:52:00Z</dcterms:modified>
</cp:coreProperties>
</file>